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ECDCD" w14:textId="0A96AF8F" w:rsidR="00070D23" w:rsidRDefault="00722A6B">
      <w:pPr>
        <w:rPr>
          <w:sz w:val="24"/>
          <w:szCs w:val="24"/>
        </w:rPr>
      </w:pPr>
      <w:r w:rsidRPr="00192823">
        <w:rPr>
          <w:sz w:val="24"/>
          <w:szCs w:val="24"/>
        </w:rPr>
        <w:t>Nom : ___________________________________</w:t>
      </w:r>
      <w:r w:rsidRPr="00192823">
        <w:rPr>
          <w:sz w:val="24"/>
          <w:szCs w:val="24"/>
        </w:rPr>
        <w:tab/>
      </w:r>
      <w:r w:rsidR="00C10248">
        <w:rPr>
          <w:sz w:val="24"/>
          <w:szCs w:val="24"/>
        </w:rPr>
        <w:tab/>
        <w:t>Date : ___________________________</w:t>
      </w:r>
    </w:p>
    <w:p w14:paraId="62EA25E9" w14:textId="16E16F64" w:rsidR="00E64053" w:rsidRPr="00E64053" w:rsidRDefault="00E64053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07263">
        <w:rPr>
          <w:sz w:val="24"/>
          <w:szCs w:val="24"/>
        </w:rPr>
        <w:tab/>
      </w:r>
      <w:r w:rsidR="00707263">
        <w:rPr>
          <w:sz w:val="24"/>
          <w:szCs w:val="24"/>
        </w:rPr>
        <w:tab/>
      </w:r>
      <w:r w:rsidR="00707263">
        <w:rPr>
          <w:sz w:val="24"/>
          <w:szCs w:val="24"/>
        </w:rPr>
        <w:tab/>
      </w:r>
    </w:p>
    <w:p w14:paraId="4BBD3FF9" w14:textId="742ED516" w:rsidR="00722A6B" w:rsidRPr="00707263" w:rsidRDefault="008A6DA6" w:rsidP="00707263">
      <w:pPr>
        <w:spacing w:after="0" w:line="240" w:lineRule="auto"/>
        <w:jc w:val="center"/>
        <w:rPr>
          <w:b/>
          <w:sz w:val="24"/>
          <w:szCs w:val="24"/>
        </w:rPr>
      </w:pPr>
      <w:r w:rsidRPr="00192823">
        <w:rPr>
          <w:b/>
          <w:sz w:val="24"/>
          <w:szCs w:val="24"/>
        </w:rPr>
        <w:t xml:space="preserve">Français </w:t>
      </w:r>
      <w:r w:rsidR="00757C49" w:rsidRPr="00192823">
        <w:rPr>
          <w:b/>
          <w:sz w:val="24"/>
          <w:szCs w:val="24"/>
        </w:rPr>
        <w:t>3</w:t>
      </w:r>
      <w:r w:rsidRPr="00192823">
        <w:rPr>
          <w:b/>
          <w:sz w:val="24"/>
          <w:szCs w:val="24"/>
        </w:rPr>
        <w:t>1</w:t>
      </w:r>
      <w:r w:rsidR="00722A6B" w:rsidRPr="00192823">
        <w:rPr>
          <w:b/>
          <w:sz w:val="24"/>
          <w:szCs w:val="24"/>
        </w:rPr>
        <w:t xml:space="preserve"> – </w:t>
      </w:r>
      <w:r w:rsidR="00FE207C" w:rsidRPr="00192823">
        <w:rPr>
          <w:b/>
          <w:sz w:val="24"/>
          <w:szCs w:val="24"/>
        </w:rPr>
        <w:t>Unité</w:t>
      </w:r>
      <w:r w:rsidR="00722A6B" w:rsidRPr="00192823">
        <w:rPr>
          <w:b/>
          <w:sz w:val="24"/>
          <w:szCs w:val="24"/>
        </w:rPr>
        <w:t xml:space="preserve"> </w:t>
      </w:r>
      <w:r w:rsidR="00757C49" w:rsidRPr="00192823">
        <w:rPr>
          <w:b/>
          <w:sz w:val="24"/>
          <w:szCs w:val="24"/>
        </w:rPr>
        <w:t>4</w:t>
      </w:r>
      <w:r w:rsidR="00707263">
        <w:rPr>
          <w:b/>
          <w:sz w:val="24"/>
          <w:szCs w:val="24"/>
        </w:rPr>
        <w:t xml:space="preserve"> </w:t>
      </w:r>
      <w:r w:rsidR="00C10248">
        <w:rPr>
          <w:b/>
          <w:sz w:val="24"/>
          <w:szCs w:val="24"/>
        </w:rPr>
        <w:t>–</w:t>
      </w:r>
      <w:r w:rsidR="00707263">
        <w:rPr>
          <w:b/>
          <w:sz w:val="24"/>
          <w:szCs w:val="24"/>
        </w:rPr>
        <w:t xml:space="preserve"> </w:t>
      </w:r>
      <w:r w:rsidR="00C10248">
        <w:rPr>
          <w:rFonts w:cstheme="minorHAnsi"/>
          <w:b/>
          <w:i/>
          <w:sz w:val="24"/>
          <w:szCs w:val="24"/>
        </w:rPr>
        <w:t xml:space="preserve">Oh ! The places </w:t>
      </w:r>
      <w:proofErr w:type="spellStart"/>
      <w:r w:rsidR="00C10248">
        <w:rPr>
          <w:rFonts w:cstheme="minorHAnsi"/>
          <w:b/>
          <w:i/>
          <w:sz w:val="24"/>
          <w:szCs w:val="24"/>
        </w:rPr>
        <w:t>we</w:t>
      </w:r>
      <w:proofErr w:type="spellEnd"/>
      <w:r w:rsidR="00C10248">
        <w:rPr>
          <w:rFonts w:cstheme="minorHAnsi"/>
          <w:b/>
          <w:i/>
          <w:sz w:val="24"/>
          <w:szCs w:val="24"/>
        </w:rPr>
        <w:t xml:space="preserve"> </w:t>
      </w:r>
      <w:proofErr w:type="spellStart"/>
      <w:r w:rsidR="00C10248">
        <w:rPr>
          <w:rFonts w:cstheme="minorHAnsi"/>
          <w:b/>
          <w:i/>
          <w:sz w:val="24"/>
          <w:szCs w:val="24"/>
        </w:rPr>
        <w:t>will</w:t>
      </w:r>
      <w:proofErr w:type="spellEnd"/>
      <w:r w:rsidR="00C10248">
        <w:rPr>
          <w:rFonts w:cstheme="minorHAnsi"/>
          <w:b/>
          <w:i/>
          <w:sz w:val="24"/>
          <w:szCs w:val="24"/>
        </w:rPr>
        <w:t xml:space="preserve"> go</w:t>
      </w:r>
    </w:p>
    <w:p w14:paraId="364C159D" w14:textId="77777777" w:rsidR="00722A6B" w:rsidRDefault="00722A6B" w:rsidP="00722A6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0B1A8C7" w14:textId="2CF83E81" w:rsidR="00B150DA" w:rsidRDefault="00B150DA" w:rsidP="00E1197F">
      <w:pPr>
        <w:spacing w:after="0" w:line="240" w:lineRule="auto"/>
        <w:ind w:left="709" w:right="2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I </w:t>
      </w:r>
      <w:proofErr w:type="spellStart"/>
      <w:r>
        <w:rPr>
          <w:rFonts w:cstheme="minorHAnsi"/>
          <w:b/>
          <w:sz w:val="24"/>
          <w:szCs w:val="24"/>
        </w:rPr>
        <w:t>can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write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paragraphs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using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past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tenses</w:t>
      </w:r>
      <w:proofErr w:type="spellEnd"/>
      <w:r>
        <w:rPr>
          <w:rFonts w:cstheme="minorHAnsi"/>
          <w:b/>
          <w:sz w:val="24"/>
          <w:szCs w:val="24"/>
        </w:rPr>
        <w:t xml:space="preserve"> to </w:t>
      </w:r>
      <w:proofErr w:type="spellStart"/>
      <w:r>
        <w:rPr>
          <w:rFonts w:cstheme="minorHAnsi"/>
          <w:b/>
          <w:sz w:val="24"/>
          <w:szCs w:val="24"/>
        </w:rPr>
        <w:t>describe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past</w:t>
      </w:r>
      <w:proofErr w:type="spellEnd"/>
      <w:r>
        <w:rPr>
          <w:rFonts w:cstheme="minorHAnsi"/>
          <w:b/>
          <w:sz w:val="24"/>
          <w:szCs w:val="24"/>
        </w:rPr>
        <w:t xml:space="preserve"> actions </w:t>
      </w:r>
    </w:p>
    <w:p w14:paraId="4AA4BD20" w14:textId="4A82B873" w:rsidR="00B150DA" w:rsidRPr="00192823" w:rsidRDefault="00B150DA" w:rsidP="00E1197F">
      <w:pPr>
        <w:spacing w:after="0" w:line="240" w:lineRule="auto"/>
        <w:ind w:left="709" w:right="2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I </w:t>
      </w:r>
      <w:proofErr w:type="spellStart"/>
      <w:r>
        <w:rPr>
          <w:rFonts w:cstheme="minorHAnsi"/>
          <w:b/>
          <w:sz w:val="24"/>
          <w:szCs w:val="24"/>
        </w:rPr>
        <w:t>can</w:t>
      </w:r>
      <w:proofErr w:type="spellEnd"/>
      <w:r>
        <w:rPr>
          <w:rFonts w:cstheme="minorHAnsi"/>
          <w:b/>
          <w:sz w:val="24"/>
          <w:szCs w:val="24"/>
        </w:rPr>
        <w:t xml:space="preserve"> use </w:t>
      </w:r>
      <w:proofErr w:type="spellStart"/>
      <w:r>
        <w:rPr>
          <w:rFonts w:cstheme="minorHAnsi"/>
          <w:b/>
          <w:sz w:val="24"/>
          <w:szCs w:val="24"/>
        </w:rPr>
        <w:t>linking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words</w:t>
      </w:r>
      <w:proofErr w:type="spellEnd"/>
      <w:r>
        <w:rPr>
          <w:rFonts w:cstheme="minorHAnsi"/>
          <w:b/>
          <w:sz w:val="24"/>
          <w:szCs w:val="24"/>
        </w:rPr>
        <w:t xml:space="preserve"> to </w:t>
      </w:r>
      <w:proofErr w:type="spellStart"/>
      <w:r>
        <w:rPr>
          <w:rFonts w:cstheme="minorHAnsi"/>
          <w:b/>
          <w:sz w:val="24"/>
          <w:szCs w:val="24"/>
        </w:rPr>
        <w:t>organize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my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writing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</w:p>
    <w:p w14:paraId="1A8965D1" w14:textId="77777777" w:rsidR="00FE207C" w:rsidRPr="00707263" w:rsidRDefault="00FE207C" w:rsidP="00E1197F">
      <w:pPr>
        <w:spacing w:after="0" w:line="240" w:lineRule="auto"/>
        <w:ind w:left="709" w:right="260"/>
        <w:rPr>
          <w:b/>
          <w:lang w:val="en-US"/>
        </w:rPr>
      </w:pPr>
    </w:p>
    <w:p w14:paraId="2413B31B" w14:textId="7C7FDF97" w:rsidR="00722A6B" w:rsidRPr="00F909FC" w:rsidRDefault="00757C49" w:rsidP="00E1197F">
      <w:pPr>
        <w:spacing w:after="0"/>
        <w:ind w:left="709" w:right="260"/>
        <w:rPr>
          <w:b/>
          <w:lang w:val="en-US"/>
        </w:rPr>
      </w:pPr>
      <w:proofErr w:type="gramStart"/>
      <w:r w:rsidRPr="00F909FC">
        <w:rPr>
          <w:b/>
          <w:lang w:val="en-US"/>
        </w:rPr>
        <w:t>Context</w:t>
      </w:r>
      <w:r w:rsidR="005F198A" w:rsidRPr="00F909FC">
        <w:rPr>
          <w:b/>
          <w:lang w:val="en-US"/>
        </w:rPr>
        <w:t> :</w:t>
      </w:r>
      <w:proofErr w:type="gramEnd"/>
      <w:r w:rsidR="000E2835" w:rsidRPr="00F909FC">
        <w:rPr>
          <w:b/>
          <w:lang w:val="en-US"/>
        </w:rPr>
        <w:t xml:space="preserve"> </w:t>
      </w:r>
      <w:r w:rsidR="00C10248">
        <w:rPr>
          <w:lang w:val="en-US"/>
        </w:rPr>
        <w:t xml:space="preserve">You have been on vacation in the French Speaking country with your family.  </w:t>
      </w:r>
      <w:r w:rsidR="007A42C7" w:rsidRPr="00F909FC">
        <w:rPr>
          <w:lang w:val="en-US"/>
        </w:rPr>
        <w:t>During your trip</w:t>
      </w:r>
      <w:r w:rsidR="00C1638D">
        <w:rPr>
          <w:lang w:val="en-US"/>
        </w:rPr>
        <w:t xml:space="preserve">, </w:t>
      </w:r>
      <w:r w:rsidR="007A42C7" w:rsidRPr="00F909FC">
        <w:rPr>
          <w:lang w:val="en-US"/>
        </w:rPr>
        <w:t xml:space="preserve">you kept a </w:t>
      </w:r>
      <w:r w:rsidR="001F12E4" w:rsidRPr="00F909FC">
        <w:rPr>
          <w:lang w:val="en-US"/>
        </w:rPr>
        <w:t xml:space="preserve">travel </w:t>
      </w:r>
      <w:r w:rsidR="007A42C7" w:rsidRPr="00F909FC">
        <w:rPr>
          <w:lang w:val="en-US"/>
        </w:rPr>
        <w:t>journal of the daily activities you and your family did</w:t>
      </w:r>
      <w:r w:rsidR="00C10248">
        <w:rPr>
          <w:lang w:val="en-US"/>
        </w:rPr>
        <w:t xml:space="preserve"> as well as some useful information about the area. </w:t>
      </w:r>
      <w:r w:rsidR="007A42C7" w:rsidRPr="00F909FC">
        <w:rPr>
          <w:lang w:val="en-US"/>
        </w:rPr>
        <w:t xml:space="preserve"> </w:t>
      </w:r>
      <w:r w:rsidR="00C1638D">
        <w:rPr>
          <w:lang w:val="en-US"/>
        </w:rPr>
        <w:t>T</w:t>
      </w:r>
      <w:r w:rsidR="00C10248">
        <w:rPr>
          <w:lang w:val="en-US"/>
        </w:rPr>
        <w:t xml:space="preserve">o encourage travelers to post commentaries, the local government is offering discount for any comments made on their website. </w:t>
      </w:r>
      <w:r w:rsidR="00C1638D">
        <w:rPr>
          <w:lang w:val="en-US"/>
        </w:rPr>
        <w:t>Therefore</w:t>
      </w:r>
      <w:r w:rsidR="00B150DA">
        <w:rPr>
          <w:lang w:val="en-US"/>
        </w:rPr>
        <w:t>,</w:t>
      </w:r>
      <w:r w:rsidR="00C1638D">
        <w:rPr>
          <w:lang w:val="en-US"/>
        </w:rPr>
        <w:t xml:space="preserve"> you decide to tell about your amazing vacation. </w:t>
      </w:r>
    </w:p>
    <w:p w14:paraId="22CAE4C8" w14:textId="77777777" w:rsidR="005F198A" w:rsidRPr="00F909FC" w:rsidRDefault="005F198A" w:rsidP="00E1197F">
      <w:pPr>
        <w:spacing w:after="0"/>
        <w:ind w:left="709" w:right="260"/>
        <w:rPr>
          <w:b/>
          <w:lang w:val="en-US"/>
        </w:rPr>
      </w:pPr>
    </w:p>
    <w:p w14:paraId="5CB79B8E" w14:textId="77777777" w:rsidR="005B724E" w:rsidRPr="00F909FC" w:rsidRDefault="005F198A" w:rsidP="00E1197F">
      <w:pPr>
        <w:spacing w:after="0"/>
        <w:ind w:left="709" w:right="260"/>
        <w:rPr>
          <w:b/>
          <w:lang w:val="en-US"/>
        </w:rPr>
      </w:pPr>
      <w:proofErr w:type="gramStart"/>
      <w:r w:rsidRPr="00F909FC">
        <w:rPr>
          <w:b/>
          <w:lang w:val="en-US"/>
        </w:rPr>
        <w:t>T</w:t>
      </w:r>
      <w:r w:rsidR="007A42C7" w:rsidRPr="00F909FC">
        <w:rPr>
          <w:b/>
          <w:lang w:val="en-US"/>
        </w:rPr>
        <w:t>ask</w:t>
      </w:r>
      <w:r w:rsidR="009E69E6">
        <w:rPr>
          <w:b/>
          <w:lang w:val="en-US"/>
        </w:rPr>
        <w:t>s</w:t>
      </w:r>
      <w:r w:rsidRPr="00F909FC">
        <w:rPr>
          <w:b/>
          <w:lang w:val="en-US"/>
        </w:rPr>
        <w:t> :</w:t>
      </w:r>
      <w:proofErr w:type="gramEnd"/>
      <w:r w:rsidR="005D1DC2" w:rsidRPr="00F909FC">
        <w:rPr>
          <w:b/>
          <w:lang w:val="en-US"/>
        </w:rPr>
        <w:t xml:space="preserve"> </w:t>
      </w:r>
    </w:p>
    <w:p w14:paraId="0AD77AB2" w14:textId="12B023A6" w:rsidR="005F198A" w:rsidRPr="00B150DA" w:rsidRDefault="00C10248" w:rsidP="00E1197F">
      <w:pPr>
        <w:spacing w:after="0"/>
        <w:ind w:left="709" w:right="260"/>
        <w:rPr>
          <w:lang w:val="en-US"/>
        </w:rPr>
      </w:pPr>
      <w:r w:rsidRPr="00B150DA">
        <w:rPr>
          <w:lang w:val="en-US"/>
        </w:rPr>
        <w:t>Post your recent travel experiences on the website promoting tourism in the area</w:t>
      </w:r>
    </w:p>
    <w:p w14:paraId="078AA58E" w14:textId="77777777" w:rsidR="005F198A" w:rsidRPr="00F909FC" w:rsidRDefault="005F198A" w:rsidP="00E1197F">
      <w:pPr>
        <w:spacing w:after="0"/>
        <w:ind w:left="709" w:right="260"/>
        <w:rPr>
          <w:b/>
          <w:lang w:val="en-US"/>
        </w:rPr>
      </w:pPr>
    </w:p>
    <w:p w14:paraId="6CFDF679" w14:textId="08A75780" w:rsidR="005F198A" w:rsidRPr="00F909FC" w:rsidRDefault="005F198A" w:rsidP="00E1197F">
      <w:pPr>
        <w:spacing w:after="0"/>
        <w:ind w:left="709" w:right="260"/>
        <w:rPr>
          <w:b/>
          <w:lang w:val="en-US"/>
        </w:rPr>
      </w:pPr>
      <w:proofErr w:type="gramStart"/>
      <w:r w:rsidRPr="00F909FC">
        <w:rPr>
          <w:b/>
          <w:lang w:val="en-US"/>
        </w:rPr>
        <w:t>Audience :</w:t>
      </w:r>
      <w:proofErr w:type="gramEnd"/>
      <w:r w:rsidR="005D1DC2" w:rsidRPr="00F909FC">
        <w:rPr>
          <w:b/>
          <w:lang w:val="en-US"/>
        </w:rPr>
        <w:t xml:space="preserve"> </w:t>
      </w:r>
      <w:r w:rsidR="00C10248">
        <w:rPr>
          <w:lang w:val="en-US"/>
        </w:rPr>
        <w:t>Potential visitors of the are</w:t>
      </w:r>
      <w:r w:rsidR="00C1638D">
        <w:rPr>
          <w:lang w:val="en-US"/>
        </w:rPr>
        <w:t>a</w:t>
      </w:r>
    </w:p>
    <w:p w14:paraId="65E58182" w14:textId="77777777" w:rsidR="00F0011E" w:rsidRPr="00F909FC" w:rsidRDefault="00F0011E" w:rsidP="00E1197F">
      <w:pPr>
        <w:spacing w:after="0"/>
        <w:ind w:left="709" w:right="260"/>
        <w:rPr>
          <w:b/>
          <w:lang w:val="en-US"/>
        </w:rPr>
      </w:pPr>
    </w:p>
    <w:p w14:paraId="30A63451" w14:textId="00FD556C" w:rsidR="00311EEE" w:rsidRDefault="00311EEE" w:rsidP="00E1197F">
      <w:pPr>
        <w:spacing w:after="0"/>
        <w:ind w:left="709" w:right="260"/>
        <w:rPr>
          <w:lang w:val="en-US"/>
        </w:rPr>
      </w:pPr>
      <w:r>
        <w:rPr>
          <w:b/>
          <w:lang w:val="en-US"/>
        </w:rPr>
        <w:t>Purpose</w:t>
      </w:r>
      <w:r w:rsidR="005F198A" w:rsidRPr="00F909FC">
        <w:rPr>
          <w:b/>
          <w:lang w:val="en-US"/>
        </w:rPr>
        <w:t>:</w:t>
      </w:r>
      <w:r w:rsidR="005D1DC2" w:rsidRPr="00F909FC">
        <w:rPr>
          <w:b/>
          <w:lang w:val="en-US"/>
        </w:rPr>
        <w:t xml:space="preserve"> </w:t>
      </w:r>
      <w:r w:rsidR="00C10248" w:rsidRPr="00C1638D">
        <w:rPr>
          <w:lang w:val="en-US"/>
        </w:rPr>
        <w:t xml:space="preserve">Share your vacation </w:t>
      </w:r>
      <w:r w:rsidR="00C1638D" w:rsidRPr="00C1638D">
        <w:rPr>
          <w:lang w:val="en-US"/>
        </w:rPr>
        <w:t xml:space="preserve">experience </w:t>
      </w:r>
      <w:r w:rsidR="00B150DA">
        <w:rPr>
          <w:lang w:val="en-US"/>
        </w:rPr>
        <w:t xml:space="preserve">on the website </w:t>
      </w:r>
    </w:p>
    <w:p w14:paraId="5AE5C692" w14:textId="77777777" w:rsidR="00350D40" w:rsidRDefault="00350D40" w:rsidP="00B150DA">
      <w:pPr>
        <w:spacing w:after="0"/>
        <w:rPr>
          <w:lang w:val="en-US"/>
        </w:rPr>
      </w:pPr>
    </w:p>
    <w:p w14:paraId="3BFFABBA" w14:textId="77777777" w:rsidR="00350D40" w:rsidRDefault="00350D40" w:rsidP="00B150DA">
      <w:pPr>
        <w:spacing w:after="0"/>
        <w:rPr>
          <w:lang w:val="en-US"/>
        </w:rPr>
      </w:pPr>
    </w:p>
    <w:p w14:paraId="233E9D20" w14:textId="341E9AAF" w:rsidR="00C1638D" w:rsidRDefault="00C1638D" w:rsidP="00E1197F">
      <w:pPr>
        <w:spacing w:after="0" w:line="240" w:lineRule="auto"/>
        <w:ind w:left="426"/>
        <w:rPr>
          <w:b/>
          <w:lang w:val="en-US"/>
        </w:rPr>
      </w:pPr>
      <w:r w:rsidRPr="00C1638D">
        <w:rPr>
          <w:b/>
          <w:lang w:val="en-US"/>
        </w:rPr>
        <w:t xml:space="preserve">Procedure: </w:t>
      </w:r>
    </w:p>
    <w:p w14:paraId="7D327784" w14:textId="73C05066" w:rsidR="00756213" w:rsidRDefault="00756213" w:rsidP="00E1197F">
      <w:pPr>
        <w:pStyle w:val="ListParagraph"/>
        <w:numPr>
          <w:ilvl w:val="0"/>
          <w:numId w:val="4"/>
        </w:numPr>
        <w:spacing w:after="0"/>
        <w:ind w:left="1134"/>
        <w:rPr>
          <w:b/>
          <w:lang w:val="en-US"/>
        </w:rPr>
      </w:pPr>
      <w:r>
        <w:rPr>
          <w:b/>
          <w:lang w:val="en-US"/>
        </w:rPr>
        <w:t>Complete the organizer</w:t>
      </w:r>
    </w:p>
    <w:p w14:paraId="10E57CA3" w14:textId="4EEB25F2" w:rsidR="00756213" w:rsidRDefault="00756213" w:rsidP="00E1197F">
      <w:pPr>
        <w:pStyle w:val="ListParagraph"/>
        <w:numPr>
          <w:ilvl w:val="0"/>
          <w:numId w:val="4"/>
        </w:numPr>
        <w:spacing w:after="0"/>
        <w:ind w:left="1134"/>
        <w:rPr>
          <w:b/>
          <w:lang w:val="en-US"/>
        </w:rPr>
      </w:pPr>
      <w:r>
        <w:rPr>
          <w:b/>
          <w:lang w:val="en-US"/>
        </w:rPr>
        <w:t xml:space="preserve">Decide the dates of your trip </w:t>
      </w:r>
    </w:p>
    <w:p w14:paraId="66D77C16" w14:textId="782398A1" w:rsidR="00756213" w:rsidRPr="00756213" w:rsidRDefault="00756213" w:rsidP="00E1197F">
      <w:pPr>
        <w:pStyle w:val="ListParagraph"/>
        <w:numPr>
          <w:ilvl w:val="0"/>
          <w:numId w:val="4"/>
        </w:numPr>
        <w:spacing w:after="0"/>
        <w:ind w:left="1134"/>
        <w:rPr>
          <w:b/>
          <w:lang w:val="en-US"/>
        </w:rPr>
      </w:pPr>
      <w:r>
        <w:rPr>
          <w:b/>
          <w:lang w:val="en-US"/>
        </w:rPr>
        <w:t xml:space="preserve">Your comment need to include the following information: </w:t>
      </w:r>
    </w:p>
    <w:p w14:paraId="484FDDDF" w14:textId="63760345" w:rsidR="00756213" w:rsidRDefault="00756213" w:rsidP="00E1197F">
      <w:pPr>
        <w:pStyle w:val="ListParagraph"/>
        <w:numPr>
          <w:ilvl w:val="0"/>
          <w:numId w:val="1"/>
        </w:numPr>
        <w:spacing w:after="0"/>
        <w:ind w:left="1701"/>
        <w:rPr>
          <w:lang w:val="en-US"/>
        </w:rPr>
      </w:pPr>
      <w:r>
        <w:rPr>
          <w:lang w:val="en-US"/>
        </w:rPr>
        <w:t>Decide where you went (Remember you will need to have specif</w:t>
      </w:r>
      <w:r w:rsidR="00350D40">
        <w:rPr>
          <w:lang w:val="en-US"/>
        </w:rPr>
        <w:t xml:space="preserve">ic information about the area) </w:t>
      </w:r>
    </w:p>
    <w:p w14:paraId="275E3077" w14:textId="41685731" w:rsidR="00350D40" w:rsidRDefault="00350D40" w:rsidP="00E1197F">
      <w:pPr>
        <w:pStyle w:val="ListParagraph"/>
        <w:numPr>
          <w:ilvl w:val="0"/>
          <w:numId w:val="1"/>
        </w:numPr>
        <w:spacing w:after="0"/>
        <w:ind w:left="1701"/>
        <w:rPr>
          <w:lang w:val="en-US"/>
        </w:rPr>
      </w:pPr>
      <w:r>
        <w:rPr>
          <w:lang w:val="en-US"/>
        </w:rPr>
        <w:t xml:space="preserve">Include information about how you went there (means of transportation) and what you saw </w:t>
      </w:r>
    </w:p>
    <w:p w14:paraId="75EA20EB" w14:textId="72328E20" w:rsidR="00756213" w:rsidRDefault="007A42C7" w:rsidP="00E1197F">
      <w:pPr>
        <w:pStyle w:val="ListParagraph"/>
        <w:numPr>
          <w:ilvl w:val="0"/>
          <w:numId w:val="1"/>
        </w:numPr>
        <w:spacing w:after="0"/>
        <w:ind w:left="1701"/>
        <w:rPr>
          <w:lang w:val="en-US"/>
        </w:rPr>
      </w:pPr>
      <w:r w:rsidRPr="00311EEE">
        <w:rPr>
          <w:lang w:val="en-US"/>
        </w:rPr>
        <w:t xml:space="preserve">Describe </w:t>
      </w:r>
      <w:r w:rsidR="00311EEE" w:rsidRPr="00311EEE">
        <w:rPr>
          <w:lang w:val="en-US"/>
        </w:rPr>
        <w:t xml:space="preserve">where you went and what you </w:t>
      </w:r>
      <w:r w:rsidR="00756213">
        <w:rPr>
          <w:lang w:val="en-US"/>
        </w:rPr>
        <w:t xml:space="preserve">did. </w:t>
      </w:r>
    </w:p>
    <w:p w14:paraId="610315B7" w14:textId="4E64ED03" w:rsidR="00756213" w:rsidRPr="00756213" w:rsidRDefault="00756213" w:rsidP="00E1197F">
      <w:pPr>
        <w:pStyle w:val="ListParagraph"/>
        <w:numPr>
          <w:ilvl w:val="0"/>
          <w:numId w:val="1"/>
        </w:numPr>
        <w:spacing w:after="0"/>
        <w:ind w:left="1701"/>
        <w:rPr>
          <w:lang w:val="en-US"/>
        </w:rPr>
      </w:pPr>
      <w:r>
        <w:rPr>
          <w:lang w:val="en-US"/>
        </w:rPr>
        <w:t xml:space="preserve">Make sure to mention popular area to visit, information about the weather or cuisine if you can </w:t>
      </w:r>
    </w:p>
    <w:p w14:paraId="02052282" w14:textId="1A0998AA" w:rsidR="00756213" w:rsidRDefault="00756213" w:rsidP="00E1197F">
      <w:pPr>
        <w:pStyle w:val="ListParagraph"/>
        <w:numPr>
          <w:ilvl w:val="0"/>
          <w:numId w:val="1"/>
        </w:numPr>
        <w:spacing w:after="0"/>
        <w:ind w:left="1701"/>
        <w:rPr>
          <w:lang w:val="en-US"/>
        </w:rPr>
      </w:pPr>
      <w:r>
        <w:rPr>
          <w:lang w:val="en-US"/>
        </w:rPr>
        <w:t xml:space="preserve">Tell what you like or not </w:t>
      </w:r>
    </w:p>
    <w:p w14:paraId="08A3480F" w14:textId="77777777" w:rsidR="00756213" w:rsidRDefault="00756213" w:rsidP="00E1197F">
      <w:pPr>
        <w:spacing w:after="0"/>
        <w:ind w:left="1134"/>
        <w:rPr>
          <w:lang w:val="en-US"/>
        </w:rPr>
      </w:pPr>
    </w:p>
    <w:p w14:paraId="68332225" w14:textId="1288B386" w:rsidR="00756213" w:rsidRPr="00756213" w:rsidRDefault="00756213" w:rsidP="00E1197F">
      <w:pPr>
        <w:pStyle w:val="ListParagraph"/>
        <w:numPr>
          <w:ilvl w:val="0"/>
          <w:numId w:val="4"/>
        </w:numPr>
        <w:spacing w:after="0"/>
        <w:ind w:left="1134"/>
        <w:rPr>
          <w:lang w:val="en-US"/>
        </w:rPr>
      </w:pPr>
      <w:r>
        <w:rPr>
          <w:lang w:val="en-US"/>
        </w:rPr>
        <w:t xml:space="preserve">Make sure to use the correct form of Passé </w:t>
      </w:r>
      <w:proofErr w:type="spellStart"/>
      <w:r>
        <w:rPr>
          <w:lang w:val="en-US"/>
        </w:rPr>
        <w:t>Composé</w:t>
      </w:r>
      <w:proofErr w:type="spellEnd"/>
      <w:r>
        <w:rPr>
          <w:lang w:val="en-US"/>
        </w:rPr>
        <w:t xml:space="preserve"> to describe where you went and what you did. </w:t>
      </w:r>
      <w:r w:rsidRPr="00756213">
        <w:rPr>
          <w:b/>
          <w:lang w:val="en-US"/>
        </w:rPr>
        <w:t xml:space="preserve">(Make sure to have at least 5 different verbs with </w:t>
      </w:r>
      <w:proofErr w:type="spellStart"/>
      <w:r w:rsidRPr="00756213">
        <w:rPr>
          <w:b/>
          <w:u w:val="single"/>
          <w:lang w:val="en-US"/>
        </w:rPr>
        <w:t>être</w:t>
      </w:r>
      <w:proofErr w:type="spellEnd"/>
      <w:r w:rsidRPr="00756213">
        <w:rPr>
          <w:b/>
          <w:u w:val="single"/>
          <w:lang w:val="en-US"/>
        </w:rPr>
        <w:t xml:space="preserve"> </w:t>
      </w:r>
      <w:r w:rsidRPr="00756213">
        <w:rPr>
          <w:b/>
          <w:lang w:val="en-US"/>
        </w:rPr>
        <w:t xml:space="preserve">in PC and 5 different verbs with </w:t>
      </w:r>
      <w:proofErr w:type="spellStart"/>
      <w:r w:rsidRPr="00756213">
        <w:rPr>
          <w:b/>
          <w:u w:val="single"/>
          <w:lang w:val="en-US"/>
        </w:rPr>
        <w:t>Avoir</w:t>
      </w:r>
      <w:proofErr w:type="spellEnd"/>
      <w:r w:rsidRPr="00756213">
        <w:rPr>
          <w:b/>
          <w:u w:val="single"/>
          <w:lang w:val="en-US"/>
        </w:rPr>
        <w:t xml:space="preserve"> </w:t>
      </w:r>
      <w:r w:rsidRPr="00756213">
        <w:rPr>
          <w:b/>
          <w:lang w:val="en-US"/>
        </w:rPr>
        <w:t>in PC +</w:t>
      </w:r>
      <w:r>
        <w:rPr>
          <w:b/>
          <w:lang w:val="en-US"/>
        </w:rPr>
        <w:t xml:space="preserve">1 </w:t>
      </w:r>
      <w:r w:rsidRPr="00756213">
        <w:rPr>
          <w:b/>
          <w:lang w:val="en-US"/>
        </w:rPr>
        <w:t>reflexive verb). Vary the subject</w:t>
      </w:r>
      <w:r>
        <w:rPr>
          <w:lang w:val="en-US"/>
        </w:rPr>
        <w:t>.</w:t>
      </w:r>
      <w:r w:rsidRPr="00756213">
        <w:rPr>
          <w:lang w:val="en-US"/>
        </w:rPr>
        <w:t xml:space="preserve"> </w:t>
      </w:r>
    </w:p>
    <w:p w14:paraId="267C8CA8" w14:textId="37CF8750" w:rsidR="00756213" w:rsidRDefault="00756213" w:rsidP="00E1197F">
      <w:pPr>
        <w:pStyle w:val="ListParagraph"/>
        <w:numPr>
          <w:ilvl w:val="0"/>
          <w:numId w:val="4"/>
        </w:numPr>
        <w:spacing w:after="0"/>
        <w:ind w:left="1134"/>
        <w:rPr>
          <w:lang w:val="en-US"/>
        </w:rPr>
      </w:pPr>
      <w:r>
        <w:rPr>
          <w:lang w:val="en-US"/>
        </w:rPr>
        <w:t>Use paragraphs and linking words to organize your comment</w:t>
      </w:r>
    </w:p>
    <w:p w14:paraId="2E1B9F9D" w14:textId="16A44C05" w:rsidR="00756213" w:rsidRDefault="00756213" w:rsidP="00E1197F">
      <w:pPr>
        <w:pStyle w:val="ListParagraph"/>
        <w:numPr>
          <w:ilvl w:val="0"/>
          <w:numId w:val="4"/>
        </w:numPr>
        <w:spacing w:after="0"/>
        <w:ind w:left="1134"/>
        <w:rPr>
          <w:lang w:val="en-US"/>
        </w:rPr>
      </w:pPr>
      <w:r>
        <w:rPr>
          <w:lang w:val="en-US"/>
        </w:rPr>
        <w:t xml:space="preserve">Make sure to have appropriate cultural elements of the area </w:t>
      </w:r>
    </w:p>
    <w:p w14:paraId="1E55D7FE" w14:textId="77777777" w:rsidR="00E1197F" w:rsidRDefault="00E1197F" w:rsidP="00E1197F">
      <w:pPr>
        <w:pStyle w:val="ListParagraph"/>
        <w:numPr>
          <w:ilvl w:val="0"/>
          <w:numId w:val="4"/>
        </w:numPr>
        <w:spacing w:after="0"/>
        <w:ind w:left="1134"/>
        <w:rPr>
          <w:lang w:val="en-US"/>
        </w:rPr>
      </w:pPr>
      <w:r>
        <w:rPr>
          <w:lang w:val="en-US"/>
        </w:rPr>
        <w:t>Save time to review your work</w:t>
      </w:r>
    </w:p>
    <w:p w14:paraId="1A3EDB22" w14:textId="1F0C44AB" w:rsidR="00E1197F" w:rsidRDefault="00E1197F" w:rsidP="00E1197F">
      <w:pPr>
        <w:pStyle w:val="ListParagraph"/>
        <w:numPr>
          <w:ilvl w:val="0"/>
          <w:numId w:val="4"/>
        </w:numPr>
        <w:spacing w:after="0"/>
        <w:ind w:left="1134"/>
        <w:rPr>
          <w:lang w:val="en-US"/>
        </w:rPr>
      </w:pPr>
      <w:r>
        <w:rPr>
          <w:lang w:val="en-US"/>
        </w:rPr>
        <w:t xml:space="preserve">Asses your performance on the rubric  </w:t>
      </w:r>
    </w:p>
    <w:p w14:paraId="52323791" w14:textId="77777777" w:rsidR="00E1197F" w:rsidRPr="00E1197F" w:rsidRDefault="00E1197F" w:rsidP="00E1197F">
      <w:pPr>
        <w:spacing w:after="0"/>
        <w:ind w:left="1134"/>
        <w:rPr>
          <w:lang w:val="en-US"/>
        </w:rPr>
      </w:pPr>
    </w:p>
    <w:p w14:paraId="5FA42284" w14:textId="1883594A" w:rsidR="00311EEE" w:rsidRPr="00311EEE" w:rsidRDefault="00311EEE" w:rsidP="00E1197F">
      <w:pPr>
        <w:pStyle w:val="ListParagraph"/>
        <w:spacing w:after="0"/>
        <w:ind w:left="1134"/>
        <w:rPr>
          <w:lang w:val="en-US"/>
        </w:rPr>
      </w:pPr>
      <w:bookmarkStart w:id="0" w:name="_GoBack"/>
      <w:bookmarkEnd w:id="0"/>
    </w:p>
    <w:p w14:paraId="36CD0BD4" w14:textId="77777777" w:rsidR="005B724E" w:rsidRPr="00F909FC" w:rsidRDefault="005B724E" w:rsidP="00E1197F">
      <w:pPr>
        <w:spacing w:after="0"/>
        <w:ind w:left="1134"/>
        <w:rPr>
          <w:lang w:val="en-US"/>
        </w:rPr>
      </w:pPr>
    </w:p>
    <w:p w14:paraId="38EDAAF5" w14:textId="77777777" w:rsidR="005F198A" w:rsidRPr="00F909FC" w:rsidRDefault="005F198A" w:rsidP="00E1197F">
      <w:pPr>
        <w:spacing w:after="0"/>
        <w:ind w:left="1134"/>
        <w:rPr>
          <w:b/>
          <w:lang w:val="en-US"/>
        </w:rPr>
      </w:pPr>
    </w:p>
    <w:p w14:paraId="78A78507" w14:textId="77777777" w:rsidR="00733CBE" w:rsidRPr="00192823" w:rsidRDefault="00733CBE" w:rsidP="00E1197F">
      <w:pPr>
        <w:spacing w:after="0"/>
        <w:ind w:left="1134"/>
        <w:rPr>
          <w:rFonts w:ascii="Arial" w:hAnsi="Arial" w:cs="Arial"/>
          <w:b/>
        </w:rPr>
      </w:pPr>
    </w:p>
    <w:sectPr w:rsidR="00733CBE" w:rsidRPr="00192823" w:rsidSect="00E1197F">
      <w:pgSz w:w="11906" w:h="16838"/>
      <w:pgMar w:top="720" w:right="1121" w:bottom="42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15444"/>
    <w:multiLevelType w:val="hybridMultilevel"/>
    <w:tmpl w:val="67FC96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A2460E"/>
    <w:multiLevelType w:val="hybridMultilevel"/>
    <w:tmpl w:val="537C3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E336CB"/>
    <w:multiLevelType w:val="hybridMultilevel"/>
    <w:tmpl w:val="99329992"/>
    <w:lvl w:ilvl="0" w:tplc="DC74D2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A3958"/>
    <w:multiLevelType w:val="hybridMultilevel"/>
    <w:tmpl w:val="6896B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49"/>
    <w:rsid w:val="00070D23"/>
    <w:rsid w:val="000833D5"/>
    <w:rsid w:val="00091DD3"/>
    <w:rsid w:val="00094BFA"/>
    <w:rsid w:val="000A28E8"/>
    <w:rsid w:val="000B1395"/>
    <w:rsid w:val="000E2835"/>
    <w:rsid w:val="000F7C42"/>
    <w:rsid w:val="00192823"/>
    <w:rsid w:val="001B49E9"/>
    <w:rsid w:val="001F12E4"/>
    <w:rsid w:val="002A57C0"/>
    <w:rsid w:val="00311EEE"/>
    <w:rsid w:val="00341ACC"/>
    <w:rsid w:val="00350D40"/>
    <w:rsid w:val="003A219A"/>
    <w:rsid w:val="003B6CCD"/>
    <w:rsid w:val="003D1583"/>
    <w:rsid w:val="003F02EB"/>
    <w:rsid w:val="0042019D"/>
    <w:rsid w:val="00441EC9"/>
    <w:rsid w:val="00455505"/>
    <w:rsid w:val="004D1FA3"/>
    <w:rsid w:val="004F4C19"/>
    <w:rsid w:val="00562501"/>
    <w:rsid w:val="00562995"/>
    <w:rsid w:val="00565C08"/>
    <w:rsid w:val="0058582F"/>
    <w:rsid w:val="005B724E"/>
    <w:rsid w:val="005D1DC2"/>
    <w:rsid w:val="005F198A"/>
    <w:rsid w:val="00671DBC"/>
    <w:rsid w:val="0067377F"/>
    <w:rsid w:val="006B01FB"/>
    <w:rsid w:val="006E3C44"/>
    <w:rsid w:val="00707263"/>
    <w:rsid w:val="00722A6B"/>
    <w:rsid w:val="00725934"/>
    <w:rsid w:val="00733CBE"/>
    <w:rsid w:val="00756213"/>
    <w:rsid w:val="00757C49"/>
    <w:rsid w:val="0076342C"/>
    <w:rsid w:val="007A42C7"/>
    <w:rsid w:val="00810750"/>
    <w:rsid w:val="00832D8B"/>
    <w:rsid w:val="00840675"/>
    <w:rsid w:val="00864183"/>
    <w:rsid w:val="0086450A"/>
    <w:rsid w:val="008A6DA6"/>
    <w:rsid w:val="009563DB"/>
    <w:rsid w:val="009D4955"/>
    <w:rsid w:val="009E69E6"/>
    <w:rsid w:val="00A5197D"/>
    <w:rsid w:val="00A75E43"/>
    <w:rsid w:val="00B150DA"/>
    <w:rsid w:val="00B22499"/>
    <w:rsid w:val="00B24B0B"/>
    <w:rsid w:val="00B33156"/>
    <w:rsid w:val="00B5680D"/>
    <w:rsid w:val="00B57515"/>
    <w:rsid w:val="00B72D58"/>
    <w:rsid w:val="00B7589F"/>
    <w:rsid w:val="00BE362F"/>
    <w:rsid w:val="00BF6595"/>
    <w:rsid w:val="00C10248"/>
    <w:rsid w:val="00C1638D"/>
    <w:rsid w:val="00D035DE"/>
    <w:rsid w:val="00D21ACC"/>
    <w:rsid w:val="00D604E9"/>
    <w:rsid w:val="00DA63A8"/>
    <w:rsid w:val="00E1197F"/>
    <w:rsid w:val="00E13819"/>
    <w:rsid w:val="00E64053"/>
    <w:rsid w:val="00E74FBE"/>
    <w:rsid w:val="00E9568A"/>
    <w:rsid w:val="00F0011E"/>
    <w:rsid w:val="00F53E89"/>
    <w:rsid w:val="00F909FC"/>
    <w:rsid w:val="00F941C4"/>
    <w:rsid w:val="00FE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39F13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E207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FE20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207C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FE207C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rsid w:val="00FE2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FE20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FE207C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D1DC2"/>
    <w:pPr>
      <w:ind w:left="720"/>
      <w:contextualSpacing/>
    </w:pPr>
  </w:style>
  <w:style w:type="table" w:styleId="TableGrid">
    <w:name w:val="Table Grid"/>
    <w:basedOn w:val="TableNormal"/>
    <w:rsid w:val="009D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2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I:\04%20-%20Templates\FR%2041%20-%20Evaluation%20Culminan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777DB-6C61-044B-B178-9250C8FB3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I:\04 - Templates\FR 41 - Evaluation Culminante.dotx</Template>
  <TotalTime>11</TotalTime>
  <Pages>1</Pages>
  <Words>263</Words>
  <Characters>1505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</dc:creator>
  <cp:lastModifiedBy>GREBERT,VIVIANE</cp:lastModifiedBy>
  <cp:revision>6</cp:revision>
  <cp:lastPrinted>2012-03-09T15:23:00Z</cp:lastPrinted>
  <dcterms:created xsi:type="dcterms:W3CDTF">2017-05-14T14:53:00Z</dcterms:created>
  <dcterms:modified xsi:type="dcterms:W3CDTF">2017-05-14T15:19:00Z</dcterms:modified>
</cp:coreProperties>
</file>